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ABFE9E" w14:textId="77777777" w:rsidR="00B55F8F" w:rsidRDefault="00B55F8F" w:rsidP="00B55F8F">
      <w:pPr>
        <w:tabs>
          <w:tab w:val="left" w:pos="2694"/>
          <w:tab w:val="left" w:pos="5812"/>
        </w:tabs>
      </w:pPr>
      <w:r>
        <w:tab/>
        <w:t>Altmark-Allee 311</w:t>
      </w:r>
      <w:r>
        <w:tab/>
        <w:t>Tel.: 0391 33221100</w:t>
      </w:r>
    </w:p>
    <w:p w14:paraId="2153DBED" w14:textId="77777777" w:rsidR="00B55F8F" w:rsidRDefault="00B55F8F" w:rsidP="00B55F8F">
      <w:pPr>
        <w:tabs>
          <w:tab w:val="left" w:pos="2694"/>
          <w:tab w:val="left" w:pos="5812"/>
        </w:tabs>
      </w:pPr>
      <w:r>
        <w:t>Fabian Probst</w:t>
      </w:r>
      <w:r>
        <w:tab/>
        <w:t>39104 Magdeburg</w:t>
      </w:r>
      <w:r>
        <w:tab/>
        <w:t>Mobil: 0171 1223334444</w:t>
      </w:r>
    </w:p>
    <w:p w14:paraId="2928D57C" w14:textId="77777777" w:rsidR="00B55F8F" w:rsidRPr="00B55F8F" w:rsidRDefault="00B55F8F" w:rsidP="00B55F8F">
      <w:pPr>
        <w:tabs>
          <w:tab w:val="left" w:pos="2694"/>
          <w:tab w:val="left" w:pos="5812"/>
        </w:tabs>
      </w:pPr>
      <w:r w:rsidRPr="00B55F8F">
        <w:tab/>
      </w:r>
      <w:r w:rsidRPr="00B55F8F">
        <w:tab/>
        <w:t>E-Mail: f.probst@mailweb.de</w:t>
      </w:r>
    </w:p>
    <w:p w14:paraId="1E92CD57" w14:textId="77777777" w:rsidR="00B14BB3" w:rsidRDefault="00B14BB3" w:rsidP="00F3293C">
      <w:pPr>
        <w:pBdr>
          <w:bottom w:val="single" w:sz="4" w:space="0" w:color="auto"/>
        </w:pBdr>
        <w:spacing w:line="60" w:lineRule="exact"/>
      </w:pPr>
    </w:p>
    <w:p w14:paraId="00DC4D8A" w14:textId="77777777" w:rsidR="00B14BB3" w:rsidRDefault="00B14BB3" w:rsidP="00B14BB3"/>
    <w:p w14:paraId="1E974CD3" w14:textId="77777777" w:rsidR="00B55F8F" w:rsidRDefault="00B55F8F" w:rsidP="00B14BB3"/>
    <w:p w14:paraId="2D6AFC24" w14:textId="77777777" w:rsidR="00B55F8F" w:rsidRDefault="00B55F8F" w:rsidP="00B14BB3"/>
    <w:p w14:paraId="7C57CCF9" w14:textId="77777777" w:rsidR="00EF78D3" w:rsidRDefault="00EF78D3" w:rsidP="00B14BB3"/>
    <w:p w14:paraId="4F5F777C" w14:textId="77777777" w:rsidR="00B14BB3" w:rsidRDefault="00B14BB3" w:rsidP="00B14BB3">
      <w:r>
        <w:t>Fraunhofer-Institut für Solare Energiesysteme</w:t>
      </w:r>
    </w:p>
    <w:p w14:paraId="1C77BE6B" w14:textId="77777777" w:rsidR="00B14BB3" w:rsidRDefault="00B14BB3" w:rsidP="00B14BB3">
      <w:r>
        <w:t>Dr. Nicole Brunner</w:t>
      </w:r>
    </w:p>
    <w:p w14:paraId="38D0D7B4" w14:textId="77777777" w:rsidR="00B14BB3" w:rsidRDefault="00B14BB3" w:rsidP="00B14BB3">
      <w:proofErr w:type="spellStart"/>
      <w:r>
        <w:t>Sollingstraße</w:t>
      </w:r>
      <w:proofErr w:type="spellEnd"/>
      <w:r>
        <w:t xml:space="preserve"> 5</w:t>
      </w:r>
    </w:p>
    <w:p w14:paraId="3EEFDD25" w14:textId="77777777" w:rsidR="00B14BB3" w:rsidRDefault="00B14BB3" w:rsidP="00B14BB3">
      <w:r>
        <w:t>37085 Göttingen</w:t>
      </w:r>
    </w:p>
    <w:p w14:paraId="1303BC98" w14:textId="77777777" w:rsidR="00B14BB3" w:rsidRDefault="00B14BB3" w:rsidP="00B14BB3"/>
    <w:p w14:paraId="1166D921" w14:textId="77777777" w:rsidR="00B14BB3" w:rsidRDefault="00B14BB3" w:rsidP="00B14BB3"/>
    <w:p w14:paraId="31A48C86" w14:textId="77777777" w:rsidR="00B14BB3" w:rsidRDefault="00B14BB3" w:rsidP="00B14BB3">
      <w:pPr>
        <w:jc w:val="right"/>
      </w:pPr>
      <w:r>
        <w:t>28.1.2016</w:t>
      </w:r>
    </w:p>
    <w:p w14:paraId="10AFB9BD" w14:textId="77777777" w:rsidR="00B14BB3" w:rsidRDefault="00B14BB3" w:rsidP="00B14BB3"/>
    <w:p w14:paraId="40753EF5" w14:textId="77777777" w:rsidR="00B14BB3" w:rsidRDefault="00B14BB3" w:rsidP="00B14BB3"/>
    <w:p w14:paraId="6CFD18CA" w14:textId="77777777" w:rsidR="00B14BB3" w:rsidRPr="00B14BB3" w:rsidRDefault="00B14BB3" w:rsidP="00B14BB3">
      <w:pPr>
        <w:rPr>
          <w:b/>
        </w:rPr>
      </w:pPr>
      <w:r w:rsidRPr="00B14BB3">
        <w:rPr>
          <w:b/>
        </w:rPr>
        <w:t>Bewerbung als wissenschaftlicher Mitarbeiter</w:t>
      </w:r>
    </w:p>
    <w:p w14:paraId="44ACEAC7" w14:textId="77777777" w:rsidR="00B14BB3" w:rsidRPr="00B14BB3" w:rsidRDefault="00B14BB3" w:rsidP="00B14BB3">
      <w:pPr>
        <w:rPr>
          <w:b/>
        </w:rPr>
      </w:pPr>
      <w:r w:rsidRPr="00B14BB3">
        <w:rPr>
          <w:b/>
        </w:rPr>
        <w:t>Ihre Ausschreibung auf der Website www.ipm.fhg.de</w:t>
      </w:r>
    </w:p>
    <w:p w14:paraId="38B7B5A0" w14:textId="77777777" w:rsidR="00B14BB3" w:rsidRDefault="00B14BB3" w:rsidP="00B14BB3"/>
    <w:p w14:paraId="7ABF9316" w14:textId="77777777" w:rsidR="00B14BB3" w:rsidRDefault="00B14BB3" w:rsidP="00B14BB3"/>
    <w:p w14:paraId="227ABCA3" w14:textId="77777777" w:rsidR="00B14BB3" w:rsidRDefault="00B14BB3" w:rsidP="00B14BB3">
      <w:r>
        <w:t>Sehr geehrte Frau Dr. Brunner,</w:t>
      </w:r>
    </w:p>
    <w:p w14:paraId="59A3869D" w14:textId="77777777" w:rsidR="00B14BB3" w:rsidRDefault="00B14BB3" w:rsidP="00B14BB3"/>
    <w:p w14:paraId="71702739" w14:textId="77777777" w:rsidR="00B14BB3" w:rsidRDefault="00B14BB3" w:rsidP="00B14BB3">
      <w:r>
        <w:t>schon seit Längerem verfolge ich in der Fachpresse das Projekt „Systemforschung Elektr</w:t>
      </w:r>
      <w:r>
        <w:t>o</w:t>
      </w:r>
      <w:r>
        <w:t>mobilität“, nun finde ich auf der Website der Fraunhofer-Gesellschaft die Ausschreibung einer Stelle für einen wissenschaftlichen Mitarbeiter in diesem Bereich. Auf diese Position bewerbe ich mich.</w:t>
      </w:r>
    </w:p>
    <w:p w14:paraId="769DAF03" w14:textId="77777777" w:rsidR="00B14BB3" w:rsidRDefault="00B14BB3" w:rsidP="00B14BB3"/>
    <w:p w14:paraId="1A50094B" w14:textId="77777777" w:rsidR="00B14BB3" w:rsidRDefault="00B14BB3" w:rsidP="00B55F8F">
      <w:r>
        <w:t xml:space="preserve">Zu meinem Profil: Ich bin Student der Elektrotechnik an der Otto-von-Guericke-Universität in Magdeburg, kurz vor dem Abschluss zum Master </w:t>
      </w:r>
      <w:proofErr w:type="spellStart"/>
      <w:r>
        <w:t>of</w:t>
      </w:r>
      <w:proofErr w:type="spellEnd"/>
      <w:r>
        <w:t xml:space="preserve"> Science. Meine Abschlussarbeit b</w:t>
      </w:r>
      <w:r>
        <w:t>e</w:t>
      </w:r>
      <w:r>
        <w:t>schäftigt sich mit „Potenzialen der Fotovoltaik in der Stadt- und Regionalplanung“. Ein Tei</w:t>
      </w:r>
      <w:r>
        <w:t>l</w:t>
      </w:r>
      <w:r>
        <w:t xml:space="preserve">aspekt davon ist der Einsatz von Solarstrom bei städtischen Verkehrsbetrieben – insofern fühle ich mich für die weitere Forschung auf dem Gebiet der Elektromobilität bestens </w:t>
      </w:r>
      <w:r w:rsidR="00B55F8F">
        <w:br/>
      </w:r>
      <w:r>
        <w:t>gerüstet.</w:t>
      </w:r>
    </w:p>
    <w:p w14:paraId="0B8137D3" w14:textId="77777777" w:rsidR="00B14BB3" w:rsidRDefault="00B14BB3" w:rsidP="00B14BB3"/>
    <w:p w14:paraId="77474841" w14:textId="77777777" w:rsidR="00B14BB3" w:rsidRDefault="00B14BB3" w:rsidP="00B55F8F">
      <w:r>
        <w:t xml:space="preserve">Sehr gern forsche ich im Labor, vor allem an der Entwicklung innovativer Lösungen. Ich schätze es, im Team zu arbeiten, gehe aber </w:t>
      </w:r>
      <w:r w:rsidR="00B55F8F">
        <w:t xml:space="preserve">auch </w:t>
      </w:r>
      <w:r>
        <w:t xml:space="preserve">meinen </w:t>
      </w:r>
      <w:r w:rsidR="00B55F8F">
        <w:t xml:space="preserve">individuellen </w:t>
      </w:r>
      <w:r>
        <w:t xml:space="preserve">Aufgaben </w:t>
      </w:r>
      <w:r w:rsidR="00B55F8F">
        <w:t>selbst-ständig und engagiert</w:t>
      </w:r>
      <w:r>
        <w:t xml:space="preserve"> nach. Mir liegt eher die angewandte Forschung als die Grundlagen</w:t>
      </w:r>
      <w:r w:rsidR="00B55F8F">
        <w:t>-</w:t>
      </w:r>
      <w:r>
        <w:t xml:space="preserve">forschung – aus diesem Grund erscheint mir die Arbeit bei einem Fraunhofer-Institut </w:t>
      </w:r>
      <w:r w:rsidR="00B55F8F">
        <w:br/>
      </w:r>
      <w:r>
        <w:t xml:space="preserve">besonders attraktiv. </w:t>
      </w:r>
    </w:p>
    <w:p w14:paraId="04ABE512" w14:textId="77777777" w:rsidR="00B14BB3" w:rsidRDefault="00B14BB3" w:rsidP="00B14BB3"/>
    <w:p w14:paraId="517F95F7" w14:textId="77777777" w:rsidR="00B14BB3" w:rsidRDefault="00076F9B" w:rsidP="00B14BB3">
      <w:r>
        <w:t>Gern</w:t>
      </w:r>
      <w:r w:rsidR="00B14BB3">
        <w:t xml:space="preserve"> stelle ich mich Ihnen persönlich vor. Ich freue mich auf Ihre Antwort.</w:t>
      </w:r>
    </w:p>
    <w:p w14:paraId="26A907F0" w14:textId="77777777" w:rsidR="00B14BB3" w:rsidRDefault="00B14BB3" w:rsidP="00B14BB3"/>
    <w:p w14:paraId="3DA2488C" w14:textId="77777777" w:rsidR="00B14BB3" w:rsidRDefault="00B14BB3" w:rsidP="00B14BB3">
      <w:r>
        <w:t>Mit besten Grüßen nach Göttingen</w:t>
      </w:r>
    </w:p>
    <w:p w14:paraId="15C5EBD8" w14:textId="77777777" w:rsidR="00B55F8F" w:rsidRDefault="00B55F8F" w:rsidP="00B14BB3"/>
    <w:p w14:paraId="64F56DCC" w14:textId="77777777" w:rsidR="004F0647" w:rsidRPr="00843F99" w:rsidRDefault="00B14BB3" w:rsidP="00B14BB3">
      <w:pPr>
        <w:pStyle w:val="UnterschriftName"/>
        <w:rPr>
          <w:rFonts w:ascii="Lucida Handwriting" w:hAnsi="Lucida Handwriting"/>
        </w:rPr>
      </w:pPr>
      <w:bookmarkStart w:id="0" w:name="_GoBack"/>
      <w:r w:rsidRPr="00843F99">
        <w:rPr>
          <w:rFonts w:ascii="Lucida Handwriting" w:hAnsi="Lucida Handwriting"/>
        </w:rPr>
        <w:t>Fabian Probst</w:t>
      </w:r>
      <w:bookmarkEnd w:id="0"/>
    </w:p>
    <w:sectPr w:rsidR="004F0647" w:rsidRPr="00843F99" w:rsidSect="00EF78D3">
      <w:pgSz w:w="11900" w:h="16840"/>
      <w:pgMar w:top="1134" w:right="1134" w:bottom="1134" w:left="1366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2"/>
  </w:compat>
  <w:rsids>
    <w:rsidRoot w:val="00A479D8"/>
    <w:rsid w:val="00076F9B"/>
    <w:rsid w:val="00370185"/>
    <w:rsid w:val="003B7D74"/>
    <w:rsid w:val="004F0647"/>
    <w:rsid w:val="005954F6"/>
    <w:rsid w:val="00631380"/>
    <w:rsid w:val="0066550F"/>
    <w:rsid w:val="00770743"/>
    <w:rsid w:val="00843F99"/>
    <w:rsid w:val="008D2E71"/>
    <w:rsid w:val="008D76FD"/>
    <w:rsid w:val="009E4F24"/>
    <w:rsid w:val="00A479D8"/>
    <w:rsid w:val="00AE72C8"/>
    <w:rsid w:val="00B14BB3"/>
    <w:rsid w:val="00B55F8F"/>
    <w:rsid w:val="00E37989"/>
    <w:rsid w:val="00E73C41"/>
    <w:rsid w:val="00EF78D3"/>
    <w:rsid w:val="00F3293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5ED85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B55F8F"/>
    <w:pPr>
      <w:spacing w:line="310" w:lineRule="exact"/>
    </w:pPr>
    <w:rPr>
      <w:rFonts w:ascii="Calibri" w:hAnsi="Calibri"/>
      <w:sz w:val="25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5954F6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EF78D3"/>
    <w:pPr>
      <w:spacing w:before="120"/>
    </w:pPr>
    <w:rPr>
      <w:rFonts w:ascii="Lucida Handwriting Italic" w:hAnsi="Lucida Handwriting Italic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B55F8F"/>
    <w:pPr>
      <w:spacing w:line="310" w:lineRule="exact"/>
    </w:pPr>
    <w:rPr>
      <w:rFonts w:ascii="Calibri" w:hAnsi="Calibri"/>
      <w:sz w:val="25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EF78D3"/>
    <w:pPr>
      <w:spacing w:before="120"/>
    </w:pPr>
    <w:rPr>
      <w:rFonts w:ascii="Lucida Handwriting Italic" w:hAnsi="Lucida Handwriting Italic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C5DC3E54</Template>
  <TotalTime>0</TotalTime>
  <Pages>1</Pages>
  <Words>218</Words>
  <Characters>1379</Characters>
  <Application>Microsoft Office Word</Application>
  <DocSecurity>0</DocSecurity>
  <Lines>11</Lines>
  <Paragraphs>3</Paragraphs>
  <ScaleCrop>false</ScaleCrop>
  <Company>F G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von Laffert, Juliane</cp:lastModifiedBy>
  <cp:revision>4</cp:revision>
  <cp:lastPrinted>2016-01-14T14:16:00Z</cp:lastPrinted>
  <dcterms:created xsi:type="dcterms:W3CDTF">2016-01-14T14:16:00Z</dcterms:created>
  <dcterms:modified xsi:type="dcterms:W3CDTF">2016-02-02T08:00:00Z</dcterms:modified>
</cp:coreProperties>
</file>